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376866" w14:textId="77777777" w:rsidR="00BF22CB" w:rsidRPr="00695962" w:rsidRDefault="00695962" w:rsidP="00BF22CB">
      <w:pPr>
        <w:rPr>
          <w:b/>
          <w:sz w:val="28"/>
          <w:szCs w:val="28"/>
        </w:rPr>
      </w:pPr>
      <w:r w:rsidRPr="00695962">
        <w:rPr>
          <w:b/>
          <w:sz w:val="28"/>
          <w:szCs w:val="28"/>
        </w:rPr>
        <w:t>SAE Signs and Symbols</w:t>
      </w:r>
      <w:r w:rsidR="009E4770" w:rsidRPr="00695962">
        <w:rPr>
          <w:b/>
          <w:sz w:val="28"/>
          <w:szCs w:val="28"/>
        </w:rPr>
        <w:t xml:space="preserve"> </w:t>
      </w:r>
      <w:r w:rsidR="00BF22CB" w:rsidRPr="00695962">
        <w:rPr>
          <w:b/>
          <w:sz w:val="28"/>
          <w:szCs w:val="28"/>
        </w:rPr>
        <w:t>Reflections</w:t>
      </w:r>
    </w:p>
    <w:p w14:paraId="1CACE7F9" w14:textId="77777777" w:rsidR="00BF22CB" w:rsidRDefault="00BF22CB" w:rsidP="00BF22CB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F28386" wp14:editId="03AC811A">
                <wp:simplePos x="0" y="0"/>
                <wp:positionH relativeFrom="column">
                  <wp:posOffset>-227869</wp:posOffset>
                </wp:positionH>
                <wp:positionV relativeFrom="paragraph">
                  <wp:posOffset>278339</wp:posOffset>
                </wp:positionV>
                <wp:extent cx="7086600" cy="6620719"/>
                <wp:effectExtent l="0" t="0" r="0" b="889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66207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102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50"/>
                              <w:gridCol w:w="2020"/>
                              <w:gridCol w:w="1358"/>
                              <w:gridCol w:w="1359"/>
                              <w:gridCol w:w="1359"/>
                              <w:gridCol w:w="1359"/>
                              <w:gridCol w:w="1359"/>
                              <w:gridCol w:w="1359"/>
                            </w:tblGrid>
                            <w:tr w:rsidR="00411279" w14:paraId="69787E89" w14:textId="77777777" w:rsidTr="00152CC4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textDirection w:val="btLr"/>
                                  <w:vAlign w:val="center"/>
                                </w:tcPr>
                                <w:p w14:paraId="386D2ABE" w14:textId="77777777" w:rsidR="00411279" w:rsidRDefault="00411279" w:rsidP="00695962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vAlign w:val="center"/>
                                </w:tcPr>
                                <w:p w14:paraId="4F0D99BB" w14:textId="77777777" w:rsidR="00411279" w:rsidRPr="00152CC4" w:rsidRDefault="00411279" w:rsidP="00152CC4">
                                  <w:pPr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</w:pPr>
                                  <w:r w:rsidRPr="00152CC4"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  <w:t>Highlighted areas below need further development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14:paraId="57CF8B8D" w14:textId="77777777" w:rsidR="00411279" w:rsidRPr="00AC3FB4" w:rsidRDefault="00411279" w:rsidP="0069596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Response goes well </w:t>
                                  </w:r>
                                  <w:r w:rsidRPr="007D5007">
                                    <w:rPr>
                                      <w:sz w:val="18"/>
                                      <w:szCs w:val="18"/>
                                    </w:rPr>
                                    <w:t>beyond expectations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in conveying understanding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50297A49" w14:textId="77777777" w:rsidR="00411279" w:rsidRDefault="0041127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shows an complete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62452918" w14:textId="77777777" w:rsidR="00411279" w:rsidRDefault="0041127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Response shows a nearly complete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1246711D" w14:textId="77777777" w:rsidR="00411279" w:rsidRPr="00AC3FB4" w:rsidRDefault="00411279" w:rsidP="009E477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shows an emerging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336E0E86" w14:textId="77777777" w:rsidR="00411279" w:rsidRPr="00AC3FB4" w:rsidRDefault="00411279" w:rsidP="0069596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Response shows </w:t>
                                  </w:r>
                                  <w:r w:rsidRPr="007D5007">
                                    <w:rPr>
                                      <w:sz w:val="18"/>
                                      <w:szCs w:val="18"/>
                                    </w:rPr>
                                    <w:t xml:space="preserve">very little understanding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202FEBDF" w14:textId="77777777" w:rsidR="00411279" w:rsidRPr="00AC3FB4" w:rsidRDefault="00411279" w:rsidP="0069596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not present or completely misses the mark</w:t>
                                  </w:r>
                                </w:p>
                              </w:tc>
                            </w:tr>
                            <w:tr w:rsidR="00411279" w14:paraId="0C3AD8E4" w14:textId="77777777" w:rsidTr="005C7089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 w:val="restart"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14:paraId="4E9B3445" w14:textId="77777777" w:rsidR="00411279" w:rsidRPr="00BF22CB" w:rsidRDefault="00411279" w:rsidP="00695962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>Reflect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shd w:val="clear" w:color="auto" w:fill="8DB3E2" w:themeFill="text2" w:themeFillTint="66"/>
                                </w:tcPr>
                                <w:p w14:paraId="3331277D" w14:textId="77777777" w:rsidR="00411279" w:rsidRPr="00800E17" w:rsidRDefault="00411279" w:rsidP="00695962">
                                  <w:pPr>
                                    <w:rPr>
                                      <w:b/>
                                    </w:rPr>
                                  </w:pPr>
                                  <w:r w:rsidRPr="00800E17">
                                    <w:rPr>
                                      <w:b/>
                                    </w:rPr>
                                    <w:t xml:space="preserve">Form – </w:t>
                                  </w:r>
                                  <w:proofErr w:type="gramStart"/>
                                  <w:r w:rsidRPr="00800E17">
                                    <w:t>your</w:t>
                                  </w:r>
                                  <w:proofErr w:type="gramEnd"/>
                                  <w:r w:rsidRPr="00800E17">
                                    <w:t xml:space="preserve"> writing shows a</w:t>
                                  </w:r>
                                  <w:r>
                                    <w:t xml:space="preserve"> good understanding of how you </w:t>
                                  </w:r>
                                  <w:r w:rsidRPr="00800E17">
                                    <w:t xml:space="preserve">used visual language </w:t>
                                  </w:r>
                                  <w:r>
                                    <w:t>to express yo</w:t>
                                  </w:r>
                                  <w:r w:rsidRPr="00800E17">
                                    <w:t>ur ideas.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14:paraId="7FC4B9E0" w14:textId="77777777" w:rsidR="00411279" w:rsidRDefault="00411279" w:rsidP="00695962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91BD3EA" w14:textId="77777777" w:rsidR="00411279" w:rsidRDefault="00411279" w:rsidP="00695962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7B9D967D" w14:textId="77777777" w:rsidR="00411279" w:rsidRDefault="00411279" w:rsidP="00695962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67A33B7C" w14:textId="77777777" w:rsidR="00411279" w:rsidRDefault="00411279" w:rsidP="00695962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7C2DEA78" w14:textId="77777777" w:rsidR="00411279" w:rsidRDefault="00411279" w:rsidP="00695962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889096A" w14:textId="77777777" w:rsidR="00411279" w:rsidRDefault="00411279" w:rsidP="00695962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411279" w14:paraId="754B5BC7" w14:textId="77777777" w:rsidTr="00BF22CB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14:paraId="489F4AD7" w14:textId="77777777" w:rsidR="00411279" w:rsidRPr="00622453" w:rsidRDefault="00411279" w:rsidP="00695962">
                                  <w:pPr>
                                    <w:ind w:left="113" w:right="113"/>
                                    <w:jc w:val="center"/>
                                    <w:rPr>
                                      <w:color w:val="0D0D0D" w:themeColor="text1" w:themeTint="F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20" w:type="dxa"/>
                                  <w:shd w:val="clear" w:color="auto" w:fill="E5B8B7" w:themeFill="accent2" w:themeFillTint="66"/>
                                </w:tcPr>
                                <w:p w14:paraId="2206F3CC" w14:textId="77777777" w:rsidR="00411279" w:rsidRDefault="00411279" w:rsidP="00695962">
                                  <w:r w:rsidRPr="008B0268">
                                    <w:rPr>
                                      <w:b/>
                                    </w:rPr>
                                    <w:t>Theme</w:t>
                                  </w:r>
                                  <w:r>
                                    <w:t xml:space="preserve"> – your writing shows clearly why your “big ideas” are interesting and significant.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14:paraId="7FC39CD7" w14:textId="77777777" w:rsidR="00411279" w:rsidRDefault="00411279" w:rsidP="00695962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E64EC1B" w14:textId="77777777" w:rsidR="00411279" w:rsidRDefault="00411279" w:rsidP="00695962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50C26EFF" w14:textId="77777777" w:rsidR="00411279" w:rsidRDefault="00411279" w:rsidP="00695962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E290666" w14:textId="77777777" w:rsidR="00411279" w:rsidRDefault="00411279" w:rsidP="00695962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16E76820" w14:textId="77777777" w:rsidR="00411279" w:rsidRDefault="00411279" w:rsidP="00695962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6924AC6" w14:textId="77777777" w:rsidR="00411279" w:rsidRDefault="00411279" w:rsidP="00695962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411279" w14:paraId="1D500B77" w14:textId="77777777" w:rsidTr="00BF22CB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/>
                                  <w:shd w:val="clear" w:color="auto" w:fill="auto"/>
                                </w:tcPr>
                                <w:p w14:paraId="670CD6EE" w14:textId="77777777" w:rsidR="00411279" w:rsidRDefault="00411279" w:rsidP="00695962"/>
                              </w:tc>
                              <w:tc>
                                <w:tcPr>
                                  <w:tcW w:w="2020" w:type="dxa"/>
                                  <w:shd w:val="clear" w:color="auto" w:fill="CCC0D9" w:themeFill="accent4" w:themeFillTint="66"/>
                                </w:tcPr>
                                <w:p w14:paraId="729E4931" w14:textId="77777777" w:rsidR="00411279" w:rsidRDefault="00411279" w:rsidP="00695962">
                                  <w:r w:rsidRPr="004F33F3">
                                    <w:rPr>
                                      <w:b/>
                                    </w:rPr>
                                    <w:t xml:space="preserve">Context </w:t>
                                  </w:r>
                                  <w:r>
                                    <w:t xml:space="preserve">– your writing clearly shows how you considered context in developing meaning in your artwork 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14:paraId="3D6AC9BF" w14:textId="77777777" w:rsidR="00411279" w:rsidRDefault="00411279" w:rsidP="00695962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4CA826C" w14:textId="77777777" w:rsidR="00411279" w:rsidRDefault="00411279" w:rsidP="00695962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27FA4180" w14:textId="77777777" w:rsidR="00411279" w:rsidRDefault="00411279" w:rsidP="00695962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6AFA44A" w14:textId="77777777" w:rsidR="00411279" w:rsidRDefault="00411279" w:rsidP="00695962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5B3E8E16" w14:textId="77777777" w:rsidR="00411279" w:rsidRDefault="00411279" w:rsidP="00695962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9DDCEB7" w14:textId="77777777" w:rsidR="00411279" w:rsidRDefault="00411279" w:rsidP="00695962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411279" w14:paraId="41E42D36" w14:textId="77777777" w:rsidTr="00BF22CB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/>
                                  <w:shd w:val="clear" w:color="auto" w:fill="auto"/>
                                </w:tcPr>
                                <w:p w14:paraId="22D48490" w14:textId="77777777" w:rsidR="00411279" w:rsidRDefault="00411279" w:rsidP="00695962"/>
                              </w:tc>
                              <w:tc>
                                <w:tcPr>
                                  <w:tcW w:w="2020" w:type="dxa"/>
                                  <w:shd w:val="clear" w:color="auto" w:fill="C2D69B" w:themeFill="accent3" w:themeFillTint="99"/>
                                </w:tcPr>
                                <w:p w14:paraId="4DEE41DB" w14:textId="77777777" w:rsidR="00411279" w:rsidRDefault="00411279" w:rsidP="00695962">
                                  <w:r w:rsidRPr="00C95EA9">
                                    <w:rPr>
                                      <w:b/>
                                    </w:rPr>
                                    <w:t>Synthesis</w:t>
                                  </w:r>
                                  <w:r>
                                    <w:t xml:space="preserve"> – your writing clearly shows </w:t>
                                  </w:r>
                                  <w:r w:rsidRPr="00800E17">
                                    <w:t xml:space="preserve">how you </w:t>
                                  </w:r>
                                  <w:r w:rsidRPr="00811AF0">
                                    <w:rPr>
                                      <w:b/>
                                    </w:rPr>
                                    <w:t>integrated your knowledge of art and your art making skills</w:t>
                                  </w:r>
                                  <w:r w:rsidRPr="00800E17">
                                    <w:t xml:space="preserve"> to create an effective artwork.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14:paraId="48615B94" w14:textId="77777777" w:rsidR="00411279" w:rsidRDefault="00411279" w:rsidP="00695962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5A03219E" w14:textId="77777777" w:rsidR="00411279" w:rsidRDefault="00411279" w:rsidP="00695962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452D96F8" w14:textId="77777777" w:rsidR="00411279" w:rsidRDefault="00411279" w:rsidP="00695962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1058981" w14:textId="77777777" w:rsidR="00411279" w:rsidRDefault="00411279" w:rsidP="00695962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4C78D26F" w14:textId="77777777" w:rsidR="00411279" w:rsidRDefault="00411279" w:rsidP="00695962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522DCB7C" w14:textId="77777777" w:rsidR="00411279" w:rsidRDefault="00411279" w:rsidP="00695962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</w:tbl>
                          <w:p w14:paraId="69A7504C" w14:textId="77777777" w:rsidR="00411279" w:rsidRDefault="00411279" w:rsidP="00BF22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7.9pt;margin-top:21.9pt;width:558pt;height:52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1102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50"/>
                        <w:gridCol w:w="2020"/>
                        <w:gridCol w:w="1358"/>
                        <w:gridCol w:w="1359"/>
                        <w:gridCol w:w="1359"/>
                        <w:gridCol w:w="1359"/>
                        <w:gridCol w:w="1359"/>
                        <w:gridCol w:w="1359"/>
                      </w:tblGrid>
                      <w:tr w:rsidR="00411279" w14:paraId="69787E89" w14:textId="77777777" w:rsidTr="00152CC4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textDirection w:val="btLr"/>
                            <w:vAlign w:val="center"/>
                          </w:tcPr>
                          <w:p w14:paraId="386D2ABE" w14:textId="77777777" w:rsidR="00411279" w:rsidRDefault="00411279" w:rsidP="00695962">
                            <w:pPr>
                              <w:ind w:left="113" w:right="113"/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c>
                        <w:tc>
                          <w:tcPr>
                            <w:tcW w:w="2020" w:type="dxa"/>
                            <w:vAlign w:val="center"/>
                          </w:tcPr>
                          <w:p w14:paraId="4F0D99BB" w14:textId="77777777" w:rsidR="00411279" w:rsidRPr="00152CC4" w:rsidRDefault="00411279" w:rsidP="00152CC4">
                            <w:pPr>
                              <w:rPr>
                                <w:color w:val="800000"/>
                                <w:sz w:val="18"/>
                                <w:szCs w:val="18"/>
                              </w:rPr>
                            </w:pPr>
                            <w:r w:rsidRPr="00152CC4">
                              <w:rPr>
                                <w:color w:val="800000"/>
                                <w:sz w:val="18"/>
                                <w:szCs w:val="18"/>
                              </w:rPr>
                              <w:t>Highlighted areas below need further development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14:paraId="57CF8B8D" w14:textId="77777777" w:rsidR="00411279" w:rsidRPr="00AC3FB4" w:rsidRDefault="00411279" w:rsidP="0069596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Response goes well </w:t>
                            </w:r>
                            <w:r w:rsidRPr="007D5007">
                              <w:rPr>
                                <w:sz w:val="18"/>
                                <w:szCs w:val="18"/>
                              </w:rPr>
                              <w:t>beyond expectations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in conveying understanding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50297A49" w14:textId="77777777" w:rsidR="00411279" w:rsidRDefault="0041127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shows an complete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62452918" w14:textId="77777777" w:rsidR="00411279" w:rsidRDefault="0041127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Response shows a nearly complete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1246711D" w14:textId="77777777" w:rsidR="00411279" w:rsidRPr="00AC3FB4" w:rsidRDefault="00411279" w:rsidP="009E477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shows an emerging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336E0E86" w14:textId="77777777" w:rsidR="00411279" w:rsidRPr="00AC3FB4" w:rsidRDefault="00411279" w:rsidP="0069596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Response shows </w:t>
                            </w:r>
                            <w:r w:rsidRPr="007D5007">
                              <w:rPr>
                                <w:sz w:val="18"/>
                                <w:szCs w:val="18"/>
                              </w:rPr>
                              <w:t xml:space="preserve">very little understanding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202FEBDF" w14:textId="77777777" w:rsidR="00411279" w:rsidRPr="00AC3FB4" w:rsidRDefault="00411279" w:rsidP="0069596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not present or completely misses the mark</w:t>
                            </w:r>
                          </w:p>
                        </w:tc>
                      </w:tr>
                      <w:tr w:rsidR="00411279" w14:paraId="0C3AD8E4" w14:textId="77777777" w:rsidTr="005C7089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 w:val="restart"/>
                            <w:shd w:val="clear" w:color="auto" w:fill="auto"/>
                            <w:textDirection w:val="btLr"/>
                            <w:vAlign w:val="center"/>
                          </w:tcPr>
                          <w:p w14:paraId="4E9B3445" w14:textId="77777777" w:rsidR="00411279" w:rsidRPr="00BF22CB" w:rsidRDefault="00411279" w:rsidP="00695962">
                            <w:pPr>
                              <w:ind w:left="113" w:right="113"/>
                              <w:jc w:val="center"/>
                            </w:pPr>
                            <w:r>
                              <w:t>Reflect</w:t>
                            </w:r>
                          </w:p>
                        </w:tc>
                        <w:tc>
                          <w:tcPr>
                            <w:tcW w:w="2020" w:type="dxa"/>
                            <w:shd w:val="clear" w:color="auto" w:fill="8DB3E2" w:themeFill="text2" w:themeFillTint="66"/>
                          </w:tcPr>
                          <w:p w14:paraId="3331277D" w14:textId="77777777" w:rsidR="00411279" w:rsidRPr="00800E17" w:rsidRDefault="00411279" w:rsidP="00695962">
                            <w:pPr>
                              <w:rPr>
                                <w:b/>
                              </w:rPr>
                            </w:pPr>
                            <w:r w:rsidRPr="00800E17">
                              <w:rPr>
                                <w:b/>
                              </w:rPr>
                              <w:t xml:space="preserve">Form – </w:t>
                            </w:r>
                            <w:proofErr w:type="gramStart"/>
                            <w:r w:rsidRPr="00800E17">
                              <w:t>your</w:t>
                            </w:r>
                            <w:proofErr w:type="gramEnd"/>
                            <w:r w:rsidRPr="00800E17">
                              <w:t xml:space="preserve"> writing shows a</w:t>
                            </w:r>
                            <w:r>
                              <w:t xml:space="preserve"> good understanding of how you </w:t>
                            </w:r>
                            <w:r w:rsidRPr="00800E17">
                              <w:t xml:space="preserve">used visual language </w:t>
                            </w:r>
                            <w:r>
                              <w:t>to express yo</w:t>
                            </w:r>
                            <w:r w:rsidRPr="00800E17">
                              <w:t>ur ideas.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14:paraId="7FC4B9E0" w14:textId="77777777" w:rsidR="00411279" w:rsidRDefault="00411279" w:rsidP="00695962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91BD3EA" w14:textId="77777777" w:rsidR="00411279" w:rsidRDefault="00411279" w:rsidP="00695962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7B9D967D" w14:textId="77777777" w:rsidR="00411279" w:rsidRDefault="00411279" w:rsidP="00695962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67A33B7C" w14:textId="77777777" w:rsidR="00411279" w:rsidRDefault="00411279" w:rsidP="00695962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7C2DEA78" w14:textId="77777777" w:rsidR="00411279" w:rsidRDefault="00411279" w:rsidP="00695962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889096A" w14:textId="77777777" w:rsidR="00411279" w:rsidRDefault="00411279" w:rsidP="00695962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411279" w14:paraId="754B5BC7" w14:textId="77777777" w:rsidTr="00BF22CB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/>
                            <w:shd w:val="clear" w:color="auto" w:fill="auto"/>
                            <w:textDirection w:val="btLr"/>
                            <w:vAlign w:val="center"/>
                          </w:tcPr>
                          <w:p w14:paraId="489F4AD7" w14:textId="77777777" w:rsidR="00411279" w:rsidRPr="00622453" w:rsidRDefault="00411279" w:rsidP="00695962">
                            <w:pPr>
                              <w:ind w:left="113" w:right="113"/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c>
                        <w:tc>
                          <w:tcPr>
                            <w:tcW w:w="2020" w:type="dxa"/>
                            <w:shd w:val="clear" w:color="auto" w:fill="E5B8B7" w:themeFill="accent2" w:themeFillTint="66"/>
                          </w:tcPr>
                          <w:p w14:paraId="2206F3CC" w14:textId="77777777" w:rsidR="00411279" w:rsidRDefault="00411279" w:rsidP="00695962">
                            <w:r w:rsidRPr="008B0268">
                              <w:rPr>
                                <w:b/>
                              </w:rPr>
                              <w:t>Theme</w:t>
                            </w:r>
                            <w:r>
                              <w:t xml:space="preserve"> – your writing shows clearly why your “big ideas” are interesting and significant.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14:paraId="7FC39CD7" w14:textId="77777777" w:rsidR="00411279" w:rsidRDefault="00411279" w:rsidP="00695962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E64EC1B" w14:textId="77777777" w:rsidR="00411279" w:rsidRDefault="00411279" w:rsidP="00695962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50C26EFF" w14:textId="77777777" w:rsidR="00411279" w:rsidRDefault="00411279" w:rsidP="00695962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E290666" w14:textId="77777777" w:rsidR="00411279" w:rsidRDefault="00411279" w:rsidP="00695962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16E76820" w14:textId="77777777" w:rsidR="00411279" w:rsidRDefault="00411279" w:rsidP="00695962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6924AC6" w14:textId="77777777" w:rsidR="00411279" w:rsidRDefault="00411279" w:rsidP="00695962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411279" w14:paraId="1D500B77" w14:textId="77777777" w:rsidTr="00BF22CB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/>
                            <w:shd w:val="clear" w:color="auto" w:fill="auto"/>
                          </w:tcPr>
                          <w:p w14:paraId="670CD6EE" w14:textId="77777777" w:rsidR="00411279" w:rsidRDefault="00411279" w:rsidP="00695962"/>
                        </w:tc>
                        <w:tc>
                          <w:tcPr>
                            <w:tcW w:w="2020" w:type="dxa"/>
                            <w:shd w:val="clear" w:color="auto" w:fill="CCC0D9" w:themeFill="accent4" w:themeFillTint="66"/>
                          </w:tcPr>
                          <w:p w14:paraId="729E4931" w14:textId="77777777" w:rsidR="00411279" w:rsidRDefault="00411279" w:rsidP="00695962">
                            <w:r w:rsidRPr="004F33F3">
                              <w:rPr>
                                <w:b/>
                              </w:rPr>
                              <w:t xml:space="preserve">Context </w:t>
                            </w:r>
                            <w:r>
                              <w:t xml:space="preserve">– your writing clearly shows how you considered context in developing meaning in your artwork 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14:paraId="3D6AC9BF" w14:textId="77777777" w:rsidR="00411279" w:rsidRDefault="00411279" w:rsidP="00695962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4CA826C" w14:textId="77777777" w:rsidR="00411279" w:rsidRDefault="00411279" w:rsidP="00695962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27FA4180" w14:textId="77777777" w:rsidR="00411279" w:rsidRDefault="00411279" w:rsidP="00695962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6AFA44A" w14:textId="77777777" w:rsidR="00411279" w:rsidRDefault="00411279" w:rsidP="00695962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5B3E8E16" w14:textId="77777777" w:rsidR="00411279" w:rsidRDefault="00411279" w:rsidP="00695962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9DDCEB7" w14:textId="77777777" w:rsidR="00411279" w:rsidRDefault="00411279" w:rsidP="00695962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411279" w14:paraId="41E42D36" w14:textId="77777777" w:rsidTr="00BF22CB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/>
                            <w:shd w:val="clear" w:color="auto" w:fill="auto"/>
                          </w:tcPr>
                          <w:p w14:paraId="22D48490" w14:textId="77777777" w:rsidR="00411279" w:rsidRDefault="00411279" w:rsidP="00695962"/>
                        </w:tc>
                        <w:tc>
                          <w:tcPr>
                            <w:tcW w:w="2020" w:type="dxa"/>
                            <w:shd w:val="clear" w:color="auto" w:fill="C2D69B" w:themeFill="accent3" w:themeFillTint="99"/>
                          </w:tcPr>
                          <w:p w14:paraId="4DEE41DB" w14:textId="77777777" w:rsidR="00411279" w:rsidRDefault="00411279" w:rsidP="00695962">
                            <w:r w:rsidRPr="00C95EA9">
                              <w:rPr>
                                <w:b/>
                              </w:rPr>
                              <w:t>Synthesis</w:t>
                            </w:r>
                            <w:r>
                              <w:t xml:space="preserve"> – your writing clearly shows </w:t>
                            </w:r>
                            <w:r w:rsidRPr="00800E17">
                              <w:t xml:space="preserve">how you </w:t>
                            </w:r>
                            <w:r w:rsidRPr="00811AF0">
                              <w:rPr>
                                <w:b/>
                              </w:rPr>
                              <w:t>integrated your knowledge of art and your art making skills</w:t>
                            </w:r>
                            <w:r w:rsidRPr="00800E17">
                              <w:t xml:space="preserve"> to create an effective artwork.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14:paraId="48615B94" w14:textId="77777777" w:rsidR="00411279" w:rsidRDefault="00411279" w:rsidP="00695962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5A03219E" w14:textId="77777777" w:rsidR="00411279" w:rsidRDefault="00411279" w:rsidP="00695962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452D96F8" w14:textId="77777777" w:rsidR="00411279" w:rsidRDefault="00411279" w:rsidP="00695962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1058981" w14:textId="77777777" w:rsidR="00411279" w:rsidRDefault="00411279" w:rsidP="00695962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4C78D26F" w14:textId="77777777" w:rsidR="00411279" w:rsidRDefault="00411279" w:rsidP="00695962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522DCB7C" w14:textId="77777777" w:rsidR="00411279" w:rsidRDefault="00411279" w:rsidP="00695962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</w:tbl>
                    <w:p w14:paraId="69A7504C" w14:textId="77777777" w:rsidR="00411279" w:rsidRDefault="00411279" w:rsidP="00BF22CB"/>
                  </w:txbxContent>
                </v:textbox>
              </v:shape>
            </w:pict>
          </mc:Fallback>
        </mc:AlternateContent>
      </w:r>
      <w:r>
        <w:t>Here is your assessment rubric for this part of the project</w:t>
      </w:r>
    </w:p>
    <w:p w14:paraId="304C09E9" w14:textId="77777777" w:rsidR="00BF22CB" w:rsidRDefault="00BF22CB" w:rsidP="00BF22CB"/>
    <w:p w14:paraId="7024E9F0" w14:textId="77777777" w:rsidR="00BF22CB" w:rsidRDefault="00BF22CB" w:rsidP="00BF22CB"/>
    <w:p w14:paraId="532F822A" w14:textId="77777777" w:rsidR="00BF22CB" w:rsidRDefault="00BF22CB" w:rsidP="00BF22CB"/>
    <w:p w14:paraId="60A16756" w14:textId="77777777" w:rsidR="00BF22CB" w:rsidRDefault="00BF22CB" w:rsidP="00BF22CB"/>
    <w:p w14:paraId="2B064588" w14:textId="77777777" w:rsidR="00BF22CB" w:rsidRDefault="00BF22CB" w:rsidP="00BF22CB"/>
    <w:p w14:paraId="2AA62C7A" w14:textId="77777777" w:rsidR="00BF22CB" w:rsidRDefault="00BF22CB" w:rsidP="00BF22CB"/>
    <w:p w14:paraId="44051565" w14:textId="77777777" w:rsidR="00BF22CB" w:rsidRDefault="00BF22CB" w:rsidP="00BF22CB"/>
    <w:p w14:paraId="12128BB3" w14:textId="77777777" w:rsidR="00BF22CB" w:rsidRDefault="00BF22CB" w:rsidP="00BF22CB"/>
    <w:p w14:paraId="6C861ADB" w14:textId="77777777" w:rsidR="00BF22CB" w:rsidRDefault="00BF22CB" w:rsidP="00BF22CB"/>
    <w:p w14:paraId="6FC132AD" w14:textId="77777777" w:rsidR="00BF22CB" w:rsidRDefault="00BF22CB" w:rsidP="00BF22CB"/>
    <w:p w14:paraId="61C1FF12" w14:textId="77777777" w:rsidR="00BF22CB" w:rsidRDefault="00BF22CB" w:rsidP="00BF22CB"/>
    <w:p w14:paraId="6A6348DA" w14:textId="77777777" w:rsidR="00BF22CB" w:rsidRDefault="00BF22CB" w:rsidP="00BF22CB"/>
    <w:p w14:paraId="7DEEC1F0" w14:textId="77777777" w:rsidR="00BF22CB" w:rsidRDefault="00BF22CB" w:rsidP="00BF22CB"/>
    <w:p w14:paraId="4B92FFDC" w14:textId="77777777" w:rsidR="00BF22CB" w:rsidRDefault="00BF22CB" w:rsidP="00BF22CB"/>
    <w:p w14:paraId="616E7582" w14:textId="77777777" w:rsidR="00BF22CB" w:rsidRDefault="00BF22CB" w:rsidP="00BF22CB"/>
    <w:p w14:paraId="659EED37" w14:textId="77777777" w:rsidR="00BF22CB" w:rsidRDefault="00BF22CB" w:rsidP="00BF22CB"/>
    <w:p w14:paraId="1CFF53E3" w14:textId="77777777" w:rsidR="00BF22CB" w:rsidRDefault="00BF22CB" w:rsidP="00BF22CB"/>
    <w:p w14:paraId="0A41FD71" w14:textId="77777777" w:rsidR="00BF22CB" w:rsidRDefault="00BF22CB" w:rsidP="00BF22CB"/>
    <w:p w14:paraId="20A48097" w14:textId="77777777" w:rsidR="00BF22CB" w:rsidRDefault="00BF22CB" w:rsidP="00BF22CB"/>
    <w:p w14:paraId="61E5DE98" w14:textId="77777777" w:rsidR="00BF22CB" w:rsidRDefault="00BF22CB" w:rsidP="00BF22CB"/>
    <w:p w14:paraId="4A9960D5" w14:textId="77777777" w:rsidR="00C84287" w:rsidRDefault="00C84287" w:rsidP="00BF22CB"/>
    <w:p w14:paraId="7924AFA1" w14:textId="77777777" w:rsidR="00BF22CB" w:rsidRDefault="00BF22CB" w:rsidP="00BF22CB">
      <w:pPr>
        <w:rPr>
          <w:i/>
          <w:color w:val="C00000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E1789F" wp14:editId="63DD2BC0">
                <wp:simplePos x="0" y="0"/>
                <wp:positionH relativeFrom="column">
                  <wp:posOffset>50165</wp:posOffset>
                </wp:positionH>
                <wp:positionV relativeFrom="paragraph">
                  <wp:posOffset>486410</wp:posOffset>
                </wp:positionV>
                <wp:extent cx="6667500" cy="19240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0" cy="1924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1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809"/>
                              <w:gridCol w:w="8030"/>
                            </w:tblGrid>
                            <w:tr w:rsidR="00411279" w:rsidRPr="00B32280" w14:paraId="67983219" w14:textId="77777777" w:rsidTr="00695962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shd w:val="clear" w:color="auto" w:fill="8DB3E2" w:themeFill="text2" w:themeFillTint="66"/>
                                  <w:vAlign w:val="center"/>
                                </w:tcPr>
                                <w:p w14:paraId="3BE5A736" w14:textId="77777777" w:rsidR="00411279" w:rsidRPr="00B32280" w:rsidRDefault="00411279" w:rsidP="00695962">
                                  <w:pPr>
                                    <w:spacing w:line="240" w:lineRule="auto"/>
                                  </w:pPr>
                                  <w:r w:rsidRPr="00B32280">
                                    <w:t xml:space="preserve">Theme </w:t>
                                  </w:r>
                                </w:p>
                                <w:p w14:paraId="744C87B3" w14:textId="77777777" w:rsidR="00411279" w:rsidRPr="00B32280" w:rsidRDefault="00411279" w:rsidP="00695962">
                                  <w:pPr>
                                    <w:spacing w:line="240" w:lineRule="auto"/>
                                  </w:pPr>
                                  <w:r w:rsidRPr="00B32280">
                                    <w:t>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</w:tcPr>
                                <w:p w14:paraId="36FECA00" w14:textId="77777777" w:rsidR="00411279" w:rsidRPr="00B32280" w:rsidRDefault="00411279" w:rsidP="00695962">
                                  <w:pPr>
                                    <w:spacing w:line="240" w:lineRule="auto"/>
                                  </w:pPr>
                                </w:p>
                              </w:tc>
                            </w:tr>
                            <w:tr w:rsidR="00411279" w:rsidRPr="00B32280" w14:paraId="24634C42" w14:textId="77777777" w:rsidTr="00695962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shd w:val="clear" w:color="auto" w:fill="D99594" w:themeFill="accent2" w:themeFillTint="99"/>
                                  <w:vAlign w:val="center"/>
                                </w:tcPr>
                                <w:p w14:paraId="54C6C997" w14:textId="77777777" w:rsidR="00411279" w:rsidRPr="00B32280" w:rsidRDefault="00411279" w:rsidP="00695962">
                                  <w:pPr>
                                    <w:spacing w:line="240" w:lineRule="auto"/>
                                  </w:pPr>
                                  <w:r w:rsidRPr="00B32280">
                                    <w:t xml:space="preserve">Form </w:t>
                                  </w:r>
                                </w:p>
                                <w:p w14:paraId="69307DE5" w14:textId="77777777" w:rsidR="00411279" w:rsidRPr="00B32280" w:rsidRDefault="00411279" w:rsidP="00695962">
                                  <w:pPr>
                                    <w:spacing w:line="240" w:lineRule="auto"/>
                                  </w:pPr>
                                  <w:r w:rsidRPr="00B32280">
                                    <w:t>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</w:tcPr>
                                <w:p w14:paraId="045AA472" w14:textId="77777777" w:rsidR="00411279" w:rsidRPr="00B32280" w:rsidRDefault="00411279" w:rsidP="00695962">
                                  <w:pPr>
                                    <w:spacing w:line="240" w:lineRule="auto"/>
                                  </w:pPr>
                                </w:p>
                              </w:tc>
                            </w:tr>
                            <w:tr w:rsidR="00411279" w:rsidRPr="00B32280" w14:paraId="7ED81CEB" w14:textId="77777777" w:rsidTr="00695962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shd w:val="clear" w:color="auto" w:fill="B2A1C7" w:themeFill="accent4" w:themeFillTint="99"/>
                                  <w:vAlign w:val="center"/>
                                </w:tcPr>
                                <w:p w14:paraId="10714537" w14:textId="77777777" w:rsidR="00411279" w:rsidRPr="00B32280" w:rsidRDefault="00411279" w:rsidP="00695962">
                                  <w:pPr>
                                    <w:spacing w:line="240" w:lineRule="auto"/>
                                  </w:pPr>
                                  <w:r w:rsidRPr="00B32280">
                                    <w:t xml:space="preserve">Context </w:t>
                                  </w:r>
                                </w:p>
                                <w:p w14:paraId="6478FC29" w14:textId="77777777" w:rsidR="00411279" w:rsidRPr="00B32280" w:rsidRDefault="00411279" w:rsidP="00695962">
                                  <w:pPr>
                                    <w:spacing w:line="240" w:lineRule="auto"/>
                                  </w:pPr>
                                  <w:r w:rsidRPr="00B32280">
                                    <w:t>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</w:tcPr>
                                <w:p w14:paraId="106E9F0B" w14:textId="77777777" w:rsidR="00411279" w:rsidRPr="00B32280" w:rsidRDefault="00411279" w:rsidP="00695962">
                                  <w:pPr>
                                    <w:spacing w:line="240" w:lineRule="auto"/>
                                  </w:pPr>
                                </w:p>
                              </w:tc>
                            </w:tr>
                            <w:tr w:rsidR="00411279" w:rsidRPr="00B32280" w14:paraId="5E29332E" w14:textId="77777777" w:rsidTr="00695962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shd w:val="clear" w:color="auto" w:fill="C2D69B" w:themeFill="accent3" w:themeFillTint="99"/>
                                  <w:vAlign w:val="center"/>
                                </w:tcPr>
                                <w:p w14:paraId="43DA5EDA" w14:textId="77777777" w:rsidR="00411279" w:rsidRPr="00B32280" w:rsidRDefault="00411279" w:rsidP="00695962">
                                  <w:pPr>
                                    <w:spacing w:line="240" w:lineRule="auto"/>
                                  </w:pPr>
                                  <w:r w:rsidRPr="00B32280">
                                    <w:t>Synthesis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</w:tcPr>
                                <w:p w14:paraId="2B75B839" w14:textId="77777777" w:rsidR="00411279" w:rsidRPr="00B32280" w:rsidRDefault="00411279" w:rsidP="00695962">
                                  <w:pPr>
                                    <w:spacing w:line="240" w:lineRule="auto"/>
                                  </w:pPr>
                                </w:p>
                              </w:tc>
                            </w:tr>
                          </w:tbl>
                          <w:p w14:paraId="6D9D48B2" w14:textId="77777777" w:rsidR="00411279" w:rsidRDefault="00411279" w:rsidP="00BF22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.95pt;margin-top:38.3pt;width:525pt;height:151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" fillcolor="white [3201]" stroked="f" strokeweight=".5pt">
                <v:textbox>
                  <w:txbxContent>
                    <w:tbl>
                      <w:tblPr>
                        <w:tblStyle w:val="TableGrid1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809"/>
                        <w:gridCol w:w="8030"/>
                      </w:tblGrid>
                      <w:tr w:rsidR="00411279" w:rsidRPr="00B32280" w14:paraId="67983219" w14:textId="77777777" w:rsidTr="00695962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shd w:val="clear" w:color="auto" w:fill="8DB3E2" w:themeFill="text2" w:themeFillTint="66"/>
                            <w:vAlign w:val="center"/>
                          </w:tcPr>
                          <w:p w14:paraId="3BE5A736" w14:textId="77777777" w:rsidR="00411279" w:rsidRPr="00B32280" w:rsidRDefault="00411279" w:rsidP="00695962">
                            <w:pPr>
                              <w:spacing w:line="240" w:lineRule="auto"/>
                            </w:pPr>
                            <w:r w:rsidRPr="00B32280">
                              <w:t xml:space="preserve">Theme </w:t>
                            </w:r>
                          </w:p>
                          <w:p w14:paraId="744C87B3" w14:textId="77777777" w:rsidR="00411279" w:rsidRPr="00B32280" w:rsidRDefault="00411279" w:rsidP="00695962">
                            <w:pPr>
                              <w:spacing w:line="240" w:lineRule="auto"/>
                            </w:pPr>
                            <w:r w:rsidRPr="00B32280">
                              <w:t>question</w:t>
                            </w:r>
                          </w:p>
                        </w:tc>
                        <w:tc>
                          <w:tcPr>
                            <w:tcW w:w="8030" w:type="dxa"/>
                          </w:tcPr>
                          <w:p w14:paraId="36FECA00" w14:textId="77777777" w:rsidR="00411279" w:rsidRPr="00B32280" w:rsidRDefault="00411279" w:rsidP="00695962">
                            <w:pPr>
                              <w:spacing w:line="240" w:lineRule="auto"/>
                            </w:pPr>
                          </w:p>
                        </w:tc>
                      </w:tr>
                      <w:tr w:rsidR="00411279" w:rsidRPr="00B32280" w14:paraId="24634C42" w14:textId="77777777" w:rsidTr="00695962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shd w:val="clear" w:color="auto" w:fill="D99594" w:themeFill="accent2" w:themeFillTint="99"/>
                            <w:vAlign w:val="center"/>
                          </w:tcPr>
                          <w:p w14:paraId="54C6C997" w14:textId="77777777" w:rsidR="00411279" w:rsidRPr="00B32280" w:rsidRDefault="00411279" w:rsidP="00695962">
                            <w:pPr>
                              <w:spacing w:line="240" w:lineRule="auto"/>
                            </w:pPr>
                            <w:r w:rsidRPr="00B32280">
                              <w:t xml:space="preserve">Form </w:t>
                            </w:r>
                          </w:p>
                          <w:p w14:paraId="69307DE5" w14:textId="77777777" w:rsidR="00411279" w:rsidRPr="00B32280" w:rsidRDefault="00411279" w:rsidP="00695962">
                            <w:pPr>
                              <w:spacing w:line="240" w:lineRule="auto"/>
                            </w:pPr>
                            <w:r w:rsidRPr="00B32280">
                              <w:t>question</w:t>
                            </w:r>
                          </w:p>
                        </w:tc>
                        <w:tc>
                          <w:tcPr>
                            <w:tcW w:w="8030" w:type="dxa"/>
                          </w:tcPr>
                          <w:p w14:paraId="045AA472" w14:textId="77777777" w:rsidR="00411279" w:rsidRPr="00B32280" w:rsidRDefault="00411279" w:rsidP="00695962">
                            <w:pPr>
                              <w:spacing w:line="240" w:lineRule="auto"/>
                            </w:pPr>
                          </w:p>
                        </w:tc>
                      </w:tr>
                      <w:tr w:rsidR="00411279" w:rsidRPr="00B32280" w14:paraId="7ED81CEB" w14:textId="77777777" w:rsidTr="00695962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shd w:val="clear" w:color="auto" w:fill="B2A1C7" w:themeFill="accent4" w:themeFillTint="99"/>
                            <w:vAlign w:val="center"/>
                          </w:tcPr>
                          <w:p w14:paraId="10714537" w14:textId="77777777" w:rsidR="00411279" w:rsidRPr="00B32280" w:rsidRDefault="00411279" w:rsidP="00695962">
                            <w:pPr>
                              <w:spacing w:line="240" w:lineRule="auto"/>
                            </w:pPr>
                            <w:r w:rsidRPr="00B32280">
                              <w:t xml:space="preserve">Context </w:t>
                            </w:r>
                          </w:p>
                          <w:p w14:paraId="6478FC29" w14:textId="77777777" w:rsidR="00411279" w:rsidRPr="00B32280" w:rsidRDefault="00411279" w:rsidP="00695962">
                            <w:pPr>
                              <w:spacing w:line="240" w:lineRule="auto"/>
                            </w:pPr>
                            <w:r w:rsidRPr="00B32280">
                              <w:t>question</w:t>
                            </w:r>
                          </w:p>
                        </w:tc>
                        <w:tc>
                          <w:tcPr>
                            <w:tcW w:w="8030" w:type="dxa"/>
                          </w:tcPr>
                          <w:p w14:paraId="106E9F0B" w14:textId="77777777" w:rsidR="00411279" w:rsidRPr="00B32280" w:rsidRDefault="00411279" w:rsidP="00695962">
                            <w:pPr>
                              <w:spacing w:line="240" w:lineRule="auto"/>
                            </w:pPr>
                          </w:p>
                        </w:tc>
                      </w:tr>
                      <w:tr w:rsidR="00411279" w:rsidRPr="00B32280" w14:paraId="5E29332E" w14:textId="77777777" w:rsidTr="00695962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shd w:val="clear" w:color="auto" w:fill="C2D69B" w:themeFill="accent3" w:themeFillTint="99"/>
                            <w:vAlign w:val="center"/>
                          </w:tcPr>
                          <w:p w14:paraId="43DA5EDA" w14:textId="77777777" w:rsidR="00411279" w:rsidRPr="00B32280" w:rsidRDefault="00411279" w:rsidP="00695962">
                            <w:pPr>
                              <w:spacing w:line="240" w:lineRule="auto"/>
                            </w:pPr>
                            <w:r w:rsidRPr="00B32280">
                              <w:t>Synthesis question</w:t>
                            </w:r>
                          </w:p>
                        </w:tc>
                        <w:tc>
                          <w:tcPr>
                            <w:tcW w:w="8030" w:type="dxa"/>
                          </w:tcPr>
                          <w:p w14:paraId="2B75B839" w14:textId="77777777" w:rsidR="00411279" w:rsidRPr="00B32280" w:rsidRDefault="00411279" w:rsidP="00695962">
                            <w:pPr>
                              <w:spacing w:line="240" w:lineRule="auto"/>
                            </w:pPr>
                          </w:p>
                        </w:tc>
                      </w:tr>
                    </w:tbl>
                    <w:p w14:paraId="6D9D48B2" w14:textId="77777777" w:rsidR="00411279" w:rsidRDefault="00411279" w:rsidP="00BF22CB"/>
                  </w:txbxContent>
                </v:textbox>
              </v:shape>
            </w:pict>
          </mc:Fallback>
        </mc:AlternateContent>
      </w:r>
      <w:r>
        <w:t xml:space="preserve">If you give yourself a </w:t>
      </w:r>
      <w:r w:rsidR="00695962">
        <w:t>2</w:t>
      </w:r>
      <w:r>
        <w:t xml:space="preserve">0 for any question explain why your response </w:t>
      </w:r>
      <w:r w:rsidRPr="000F4433">
        <w:rPr>
          <w:b/>
        </w:rPr>
        <w:t xml:space="preserve">goes </w:t>
      </w:r>
      <w:r>
        <w:rPr>
          <w:b/>
        </w:rPr>
        <w:t xml:space="preserve">well </w:t>
      </w:r>
      <w:r w:rsidRPr="000F4433">
        <w:rPr>
          <w:b/>
        </w:rPr>
        <w:t>beyond expect</w:t>
      </w:r>
      <w:r>
        <w:rPr>
          <w:b/>
        </w:rPr>
        <w:t>at</w:t>
      </w:r>
      <w:r w:rsidRPr="000F4433">
        <w:rPr>
          <w:b/>
        </w:rPr>
        <w:t>ions</w:t>
      </w:r>
      <w:r>
        <w:t xml:space="preserve">. </w:t>
      </w:r>
      <w:r w:rsidRPr="000F4433">
        <w:rPr>
          <w:i/>
          <w:color w:val="C00000"/>
        </w:rPr>
        <w:t xml:space="preserve">Remember I expect you to answer the questions effectively – so don’t </w:t>
      </w:r>
      <w:r>
        <w:rPr>
          <w:i/>
          <w:color w:val="C00000"/>
        </w:rPr>
        <w:t xml:space="preserve">just </w:t>
      </w:r>
      <w:r w:rsidRPr="000F4433">
        <w:rPr>
          <w:i/>
          <w:color w:val="C00000"/>
        </w:rPr>
        <w:t>tell me that you did what I expect!!</w:t>
      </w:r>
    </w:p>
    <w:p w14:paraId="0F72B50B" w14:textId="77777777" w:rsidR="00BF22CB" w:rsidRDefault="00BF22CB" w:rsidP="00BF22CB"/>
    <w:p w14:paraId="3E981CB8" w14:textId="77777777" w:rsidR="00BF22CB" w:rsidRDefault="00BF22CB" w:rsidP="00BF22CB"/>
    <w:p w14:paraId="6C92A1BF" w14:textId="77777777" w:rsidR="00BF22CB" w:rsidRDefault="00BF22CB" w:rsidP="00BF22CB"/>
    <w:p w14:paraId="50541399" w14:textId="77777777" w:rsidR="00BF22CB" w:rsidRDefault="00BF22CB" w:rsidP="00BF22CB"/>
    <w:p w14:paraId="4480AE1F" w14:textId="77777777" w:rsidR="00BF22CB" w:rsidRDefault="00BF22CB" w:rsidP="00BF22CB"/>
    <w:p w14:paraId="17A4B76D" w14:textId="77777777" w:rsidR="00515CC0" w:rsidRDefault="00515CC0"/>
    <w:p w14:paraId="251D941C" w14:textId="77777777" w:rsidR="00BF22CB" w:rsidRDefault="00695962">
      <w:r w:rsidRPr="00695962">
        <w:rPr>
          <w:b/>
          <w:sz w:val="24"/>
          <w:szCs w:val="24"/>
        </w:rPr>
        <w:lastRenderedPageBreak/>
        <w:t>Form</w:t>
      </w:r>
      <w:r>
        <w:t xml:space="preserve"> - Paste a picture of your artwork here.</w:t>
      </w:r>
    </w:p>
    <w:p w14:paraId="7AC7C2E5" w14:textId="77777777" w:rsidR="00BF22CB" w:rsidRDefault="00411279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E4433C" wp14:editId="6DF43082">
                <wp:simplePos x="0" y="0"/>
                <wp:positionH relativeFrom="column">
                  <wp:posOffset>955040</wp:posOffset>
                </wp:positionH>
                <wp:positionV relativeFrom="paragraph">
                  <wp:posOffset>158750</wp:posOffset>
                </wp:positionV>
                <wp:extent cx="4251960" cy="3098800"/>
                <wp:effectExtent l="0" t="0" r="15240" b="254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1960" cy="3098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69A0FD" w14:textId="77777777" w:rsidR="00411279" w:rsidRDefault="004112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75.2pt;margin-top:12.5pt;width:334.8pt;height:24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" filled="f">
                <v:textbox>
                  <w:txbxContent>
                    <w:p w14:paraId="3F69A0FD" w14:textId="77777777" w:rsidR="00411279" w:rsidRDefault="00411279"/>
                  </w:txbxContent>
                </v:textbox>
                <w10:wrap type="square"/>
              </v:shape>
            </w:pict>
          </mc:Fallback>
        </mc:AlternateContent>
      </w:r>
    </w:p>
    <w:p w14:paraId="5C8CCB64" w14:textId="77777777" w:rsidR="00411279" w:rsidRDefault="00411279"/>
    <w:p w14:paraId="2063B371" w14:textId="77777777" w:rsidR="00411279" w:rsidRDefault="00411279"/>
    <w:p w14:paraId="2BE7B00C" w14:textId="77777777" w:rsidR="00411279" w:rsidRDefault="00411279"/>
    <w:p w14:paraId="72598676" w14:textId="77777777" w:rsidR="00411279" w:rsidRDefault="00411279"/>
    <w:p w14:paraId="6F884F5B" w14:textId="77777777" w:rsidR="00411279" w:rsidRDefault="00411279"/>
    <w:p w14:paraId="5B5944E0" w14:textId="77777777" w:rsidR="00411279" w:rsidRDefault="00411279"/>
    <w:p w14:paraId="0AB43818" w14:textId="77777777" w:rsidR="00411279" w:rsidRDefault="00411279"/>
    <w:p w14:paraId="3ED8A7B7" w14:textId="77777777" w:rsidR="00411279" w:rsidRDefault="00411279"/>
    <w:p w14:paraId="18A6FDC3" w14:textId="77777777" w:rsidR="00411279" w:rsidRDefault="00411279"/>
    <w:p w14:paraId="5961D2FE" w14:textId="77777777" w:rsidR="00411279" w:rsidRDefault="00411279"/>
    <w:p w14:paraId="18E83A1C" w14:textId="77777777" w:rsidR="00695962" w:rsidRDefault="00411279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F5D1A7" wp14:editId="3078D932">
                <wp:simplePos x="0" y="0"/>
                <wp:positionH relativeFrom="column">
                  <wp:posOffset>131445</wp:posOffset>
                </wp:positionH>
                <wp:positionV relativeFrom="paragraph">
                  <wp:posOffset>428625</wp:posOffset>
                </wp:positionV>
                <wp:extent cx="6165850" cy="4863465"/>
                <wp:effectExtent l="0" t="0" r="31750" b="1333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5850" cy="48634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39274F" w14:textId="77777777" w:rsidR="00411279" w:rsidRDefault="004112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10.35pt;margin-top:33.75pt;width:485.5pt;height:382.9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" filled="f">
                <v:textbox>
                  <w:txbxContent>
                    <w:p w14:paraId="2B39274F" w14:textId="77777777" w:rsidR="00411279" w:rsidRDefault="00411279"/>
                  </w:txbxContent>
                </v:textbox>
                <w10:wrap type="square"/>
              </v:shape>
            </w:pict>
          </mc:Fallback>
        </mc:AlternateContent>
      </w:r>
      <w:r w:rsidR="00695962">
        <w:t>Explain how the form of your work gets your big ideas across to the viewer.</w:t>
      </w:r>
    </w:p>
    <w:p w14:paraId="200A03DD" w14:textId="77777777" w:rsidR="00BF22CB" w:rsidRDefault="00BF22CB"/>
    <w:p w14:paraId="3B42F7E6" w14:textId="77777777" w:rsidR="00695962" w:rsidRDefault="00695962"/>
    <w:p w14:paraId="132CF864" w14:textId="77777777" w:rsidR="00411279" w:rsidRDefault="00411279">
      <w:pPr>
        <w:rPr>
          <w:b/>
          <w:sz w:val="24"/>
          <w:szCs w:val="24"/>
        </w:rPr>
      </w:pPr>
    </w:p>
    <w:p w14:paraId="3F41D2E5" w14:textId="77777777" w:rsidR="00695962" w:rsidRPr="00695962" w:rsidRDefault="00695962">
      <w:pPr>
        <w:rPr>
          <w:b/>
          <w:sz w:val="24"/>
          <w:szCs w:val="24"/>
        </w:rPr>
      </w:pPr>
      <w:r w:rsidRPr="00695962">
        <w:rPr>
          <w:b/>
          <w:sz w:val="24"/>
          <w:szCs w:val="24"/>
        </w:rPr>
        <w:t>Theme</w:t>
      </w:r>
    </w:p>
    <w:p w14:paraId="5B44685E" w14:textId="77777777" w:rsidR="00695962" w:rsidRDefault="00695962">
      <w:r>
        <w:t xml:space="preserve">Explain how the symbols you chose represent you are designed to avoid </w:t>
      </w:r>
      <w:proofErr w:type="spellStart"/>
      <w:r>
        <w:t>cliche</w:t>
      </w:r>
      <w:proofErr w:type="spellEnd"/>
      <w:r>
        <w:t>'.  Make sure you refer to the visual evidence in your picture above.</w:t>
      </w:r>
    </w:p>
    <w:p w14:paraId="6A64BB6F" w14:textId="77777777" w:rsidR="00695962" w:rsidRDefault="00695962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3131BA" wp14:editId="254D68E4">
                <wp:simplePos x="0" y="0"/>
                <wp:positionH relativeFrom="column">
                  <wp:posOffset>-36830</wp:posOffset>
                </wp:positionH>
                <wp:positionV relativeFrom="paragraph">
                  <wp:posOffset>114300</wp:posOffset>
                </wp:positionV>
                <wp:extent cx="6377305" cy="2637155"/>
                <wp:effectExtent l="0" t="0" r="23495" b="29845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7305" cy="26371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59E980" w14:textId="77777777" w:rsidR="00411279" w:rsidRDefault="004112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30" type="#_x0000_t202" style="position:absolute;margin-left:-2.85pt;margin-top:9pt;width:502.15pt;height:207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" filled="f">
                <v:textbox>
                  <w:txbxContent>
                    <w:p w14:paraId="5859E980" w14:textId="77777777" w:rsidR="00411279" w:rsidRDefault="00411279"/>
                  </w:txbxContent>
                </v:textbox>
                <w10:wrap type="square"/>
              </v:shape>
            </w:pict>
          </mc:Fallback>
        </mc:AlternateContent>
      </w:r>
    </w:p>
    <w:p w14:paraId="357770A2" w14:textId="77777777" w:rsidR="00411279" w:rsidRDefault="00411279">
      <w:pPr>
        <w:rPr>
          <w:b/>
          <w:sz w:val="24"/>
          <w:szCs w:val="24"/>
        </w:rPr>
      </w:pPr>
    </w:p>
    <w:p w14:paraId="4228D27D" w14:textId="77777777" w:rsidR="00411279" w:rsidRDefault="00411279">
      <w:pPr>
        <w:rPr>
          <w:b/>
          <w:sz w:val="24"/>
          <w:szCs w:val="24"/>
        </w:rPr>
      </w:pPr>
    </w:p>
    <w:p w14:paraId="331FE4DF" w14:textId="77777777" w:rsidR="00411279" w:rsidRDefault="00411279">
      <w:pPr>
        <w:rPr>
          <w:b/>
          <w:sz w:val="24"/>
          <w:szCs w:val="24"/>
        </w:rPr>
      </w:pPr>
    </w:p>
    <w:p w14:paraId="699C0238" w14:textId="77777777" w:rsidR="0042039E" w:rsidRDefault="0042039E"/>
    <w:p w14:paraId="210E1BED" w14:textId="77777777" w:rsidR="0042039E" w:rsidRDefault="0042039E"/>
    <w:p w14:paraId="3552170F" w14:textId="77777777" w:rsidR="0042039E" w:rsidRDefault="0042039E"/>
    <w:p w14:paraId="294B6AA0" w14:textId="77777777" w:rsidR="0042039E" w:rsidRDefault="0042039E"/>
    <w:p w14:paraId="4D463D3D" w14:textId="77777777" w:rsidR="0042039E" w:rsidRDefault="0042039E"/>
    <w:p w14:paraId="1AA82115" w14:textId="77777777" w:rsidR="0042039E" w:rsidRDefault="0042039E"/>
    <w:p w14:paraId="3F09E6E4" w14:textId="77777777" w:rsidR="0042039E" w:rsidRDefault="0042039E"/>
    <w:p w14:paraId="79EB7E82" w14:textId="77777777" w:rsidR="00695962" w:rsidRDefault="00695962"/>
    <w:p w14:paraId="5A613E95" w14:textId="77777777" w:rsidR="00BF22CB" w:rsidRDefault="00BF22CB"/>
    <w:p w14:paraId="5FAAAF9F" w14:textId="77777777" w:rsidR="0042039E" w:rsidRDefault="0042039E"/>
    <w:p w14:paraId="32204A45" w14:textId="77777777" w:rsidR="0042039E" w:rsidRDefault="0042039E"/>
    <w:p w14:paraId="1BCDF4F0" w14:textId="77777777" w:rsidR="0042039E" w:rsidRDefault="0042039E"/>
    <w:p w14:paraId="473A53AF" w14:textId="77777777" w:rsidR="0042039E" w:rsidRDefault="0042039E"/>
    <w:p w14:paraId="23A938C4" w14:textId="77777777" w:rsidR="0042039E" w:rsidRDefault="0042039E"/>
    <w:p w14:paraId="2DF38907" w14:textId="77777777" w:rsidR="00411279" w:rsidRPr="00DB794A" w:rsidRDefault="00411279" w:rsidP="00411279">
      <w:pPr>
        <w:rPr>
          <w:b/>
          <w:sz w:val="24"/>
          <w:szCs w:val="24"/>
        </w:rPr>
      </w:pPr>
      <w:r w:rsidRPr="00DB794A">
        <w:rPr>
          <w:b/>
          <w:sz w:val="24"/>
          <w:szCs w:val="24"/>
        </w:rPr>
        <w:t>Context</w:t>
      </w:r>
    </w:p>
    <w:p w14:paraId="72DC9281" w14:textId="77777777" w:rsidR="00411279" w:rsidRDefault="00411279" w:rsidP="00411279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BDAEC6" wp14:editId="78E6A164">
                <wp:simplePos x="0" y="0"/>
                <wp:positionH relativeFrom="column">
                  <wp:posOffset>815975</wp:posOffset>
                </wp:positionH>
                <wp:positionV relativeFrom="paragraph">
                  <wp:posOffset>220345</wp:posOffset>
                </wp:positionV>
                <wp:extent cx="4455795" cy="3463290"/>
                <wp:effectExtent l="0" t="0" r="14605" b="1651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5795" cy="34632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6A5F0E" w14:textId="77777777" w:rsidR="00411279" w:rsidRDefault="00411279" w:rsidP="00411279"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588FF9B3" wp14:editId="266B3D97">
                                  <wp:extent cx="4215130" cy="3371850"/>
                                  <wp:effectExtent l="0" t="0" r="1270" b="635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flagburning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15130" cy="33718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" o:spid="_x0000_s1031" type="#_x0000_t202" style="position:absolute;margin-left:64.25pt;margin-top:17.35pt;width:350.85pt;height:272.7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" filled="f">
                <v:textbox>
                  <w:txbxContent>
                    <w:p w14:paraId="756A5F0E" w14:textId="77777777" w:rsidR="00411279" w:rsidRDefault="00411279" w:rsidP="00411279"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 wp14:anchorId="588FF9B3" wp14:editId="266B3D97">
                            <wp:extent cx="4215130" cy="3371850"/>
                            <wp:effectExtent l="0" t="0" r="1270" b="6350"/>
                            <wp:docPr id="10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flagburning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215130" cy="33718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2ED4B36" w14:textId="77777777" w:rsidR="00411279" w:rsidRDefault="00411279" w:rsidP="00411279"/>
    <w:p w14:paraId="346B2345" w14:textId="77777777" w:rsidR="00411279" w:rsidRDefault="00411279" w:rsidP="00411279"/>
    <w:p w14:paraId="0D34E0F1" w14:textId="77777777" w:rsidR="00411279" w:rsidRDefault="00411279" w:rsidP="00411279"/>
    <w:p w14:paraId="40A62CFB" w14:textId="77777777" w:rsidR="00411279" w:rsidRDefault="00411279" w:rsidP="00411279"/>
    <w:p w14:paraId="42187233" w14:textId="77777777" w:rsidR="00411279" w:rsidRDefault="00411279" w:rsidP="00411279"/>
    <w:p w14:paraId="3EE1E046" w14:textId="77777777" w:rsidR="00411279" w:rsidRDefault="00411279" w:rsidP="00411279"/>
    <w:p w14:paraId="7A65BDC9" w14:textId="77777777" w:rsidR="00411279" w:rsidRDefault="00411279" w:rsidP="00411279"/>
    <w:p w14:paraId="2C2EB87D" w14:textId="77777777" w:rsidR="00411279" w:rsidRDefault="00411279" w:rsidP="00411279"/>
    <w:p w14:paraId="17685F9D" w14:textId="77777777" w:rsidR="00411279" w:rsidRDefault="00411279" w:rsidP="00411279"/>
    <w:p w14:paraId="1A28D976" w14:textId="77777777" w:rsidR="00411279" w:rsidRDefault="00411279" w:rsidP="00411279"/>
    <w:p w14:paraId="2C2B4C06" w14:textId="77777777" w:rsidR="00411279" w:rsidRDefault="00411279" w:rsidP="00411279"/>
    <w:p w14:paraId="141058F3" w14:textId="77777777" w:rsidR="0042039E" w:rsidRDefault="0042039E"/>
    <w:p w14:paraId="523122CA" w14:textId="77777777" w:rsidR="0042039E" w:rsidRDefault="0042039E"/>
    <w:p w14:paraId="42108848" w14:textId="77777777" w:rsidR="0042039E" w:rsidRDefault="00200E43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2CA73C3" wp14:editId="6BC7D22F">
                <wp:simplePos x="0" y="0"/>
                <wp:positionH relativeFrom="column">
                  <wp:posOffset>128905</wp:posOffset>
                </wp:positionH>
                <wp:positionV relativeFrom="paragraph">
                  <wp:posOffset>474980</wp:posOffset>
                </wp:positionV>
                <wp:extent cx="6008370" cy="2693670"/>
                <wp:effectExtent l="0" t="0" r="36830" b="2413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8370" cy="26936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BBC3F1" w14:textId="77777777" w:rsidR="00200E43" w:rsidRDefault="00200E4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32" type="#_x0000_t202" style="position:absolute;margin-left:10.15pt;margin-top:37.4pt;width:473.1pt;height:212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" filled="f">
                <v:textbox>
                  <w:txbxContent>
                    <w:p w14:paraId="25BBC3F1" w14:textId="77777777" w:rsidR="00200E43" w:rsidRDefault="00200E43"/>
                  </w:txbxContent>
                </v:textbox>
                <w10:wrap type="square"/>
              </v:shape>
            </w:pict>
          </mc:Fallback>
        </mc:AlternateContent>
      </w:r>
      <w:r w:rsidR="00411279">
        <w:t xml:space="preserve">If a flag is just a piece </w:t>
      </w:r>
      <w:proofErr w:type="gramStart"/>
      <w:r w:rsidR="00411279">
        <w:t>of</w:t>
      </w:r>
      <w:proofErr w:type="gramEnd"/>
      <w:r w:rsidR="00411279">
        <w:t xml:space="preserve"> cloth why are these such powerful images?</w:t>
      </w:r>
    </w:p>
    <w:p w14:paraId="0F491763" w14:textId="77777777" w:rsidR="00411279" w:rsidRDefault="00411279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D746D0" wp14:editId="3CC48F93">
                <wp:simplePos x="0" y="0"/>
                <wp:positionH relativeFrom="column">
                  <wp:posOffset>31115</wp:posOffset>
                </wp:positionH>
                <wp:positionV relativeFrom="paragraph">
                  <wp:posOffset>814705</wp:posOffset>
                </wp:positionV>
                <wp:extent cx="6335395" cy="4244975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5395" cy="4244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138E7F" w14:textId="77777777" w:rsidR="00411279" w:rsidRDefault="00411279"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29800F35" wp14:editId="30D438B3">
                                  <wp:extent cx="4816929" cy="3612697"/>
                                  <wp:effectExtent l="0" t="0" r="9525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lide44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818432" cy="36138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33" type="#_x0000_t202" style="position:absolute;margin-left:2.45pt;margin-top:64.15pt;width:498.85pt;height:334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" filled="f" stroked="f">
                <v:textbox>
                  <w:txbxContent>
                    <w:p w14:paraId="03138E7F" w14:textId="77777777" w:rsidR="00411279" w:rsidRDefault="00411279"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 wp14:anchorId="29800F35" wp14:editId="30D438B3">
                            <wp:extent cx="4816929" cy="3612697"/>
                            <wp:effectExtent l="0" t="0" r="9525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lide44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818432" cy="36138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212F3A8" w14:textId="77777777" w:rsidR="00411279" w:rsidRPr="00200E43" w:rsidRDefault="00411279">
      <w:pPr>
        <w:rPr>
          <w:b/>
          <w:sz w:val="24"/>
          <w:szCs w:val="24"/>
        </w:rPr>
      </w:pPr>
      <w:r w:rsidRPr="00200E43">
        <w:rPr>
          <w:b/>
          <w:sz w:val="24"/>
          <w:szCs w:val="24"/>
        </w:rPr>
        <w:t>Synthesis</w:t>
      </w:r>
    </w:p>
    <w:p w14:paraId="2C1A1A79" w14:textId="77777777" w:rsidR="00DB794A" w:rsidRDefault="00DB794A">
      <w:r>
        <w:t>On the Fischer Art History page, writing about the painting above, it says...</w:t>
      </w:r>
    </w:p>
    <w:p w14:paraId="00764E68" w14:textId="77777777" w:rsidR="00DB794A" w:rsidRPr="00DB794A" w:rsidRDefault="00DB794A" w:rsidP="00DB794A">
      <w:pPr>
        <w:spacing w:after="0" w:line="240" w:lineRule="auto"/>
        <w:rPr>
          <w:rFonts w:ascii="Times" w:eastAsia="Times New Roman" w:hAnsi="Times" w:cs="Times New Roman"/>
          <w:sz w:val="20"/>
          <w:szCs w:val="20"/>
          <w:lang w:eastAsia="en-US"/>
        </w:rPr>
      </w:pPr>
      <w:r w:rsidRPr="00DB794A">
        <w:rPr>
          <w:rFonts w:ascii="Arial" w:eastAsia="Times New Roman" w:hAnsi="Arial" w:cs="Arial"/>
          <w:color w:val="626262"/>
          <w:sz w:val="20"/>
          <w:szCs w:val="20"/>
          <w:shd w:val="clear" w:color="auto" w:fill="FFFFFF"/>
          <w:lang w:eastAsia="en-US"/>
        </w:rPr>
        <w:t xml:space="preserve">But there's more than just meets the eye here.  Because the wedding is taking place in a secular setting, van Eyck had to imbue the scene with religious significance.  After all, marriage is an important sacrament and the </w:t>
      </w:r>
      <w:proofErr w:type="spellStart"/>
      <w:r w:rsidRPr="00DB794A">
        <w:rPr>
          <w:rFonts w:ascii="Arial" w:eastAsia="Times New Roman" w:hAnsi="Arial" w:cs="Arial"/>
          <w:color w:val="626262"/>
          <w:sz w:val="20"/>
          <w:szCs w:val="20"/>
          <w:shd w:val="clear" w:color="auto" w:fill="FFFFFF"/>
          <w:lang w:eastAsia="en-US"/>
        </w:rPr>
        <w:t>Arnolfini</w:t>
      </w:r>
      <w:proofErr w:type="spellEnd"/>
      <w:r w:rsidRPr="00DB794A">
        <w:rPr>
          <w:rFonts w:ascii="Arial" w:eastAsia="Times New Roman" w:hAnsi="Arial" w:cs="Arial"/>
          <w:color w:val="626262"/>
          <w:sz w:val="20"/>
          <w:szCs w:val="20"/>
          <w:shd w:val="clear" w:color="auto" w:fill="FFFFFF"/>
          <w:lang w:eastAsia="en-US"/>
        </w:rPr>
        <w:t xml:space="preserve"> were religious and devout people.  </w:t>
      </w:r>
    </w:p>
    <w:p w14:paraId="55AAA9F9" w14:textId="77777777" w:rsidR="00411279" w:rsidRDefault="00411279"/>
    <w:p w14:paraId="0F478629" w14:textId="77777777" w:rsidR="00BF22CB" w:rsidRDefault="00411279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BC4D789" wp14:editId="298D9A82">
                <wp:simplePos x="0" y="0"/>
                <wp:positionH relativeFrom="column">
                  <wp:posOffset>-19050</wp:posOffset>
                </wp:positionH>
                <wp:positionV relativeFrom="paragraph">
                  <wp:posOffset>802640</wp:posOffset>
                </wp:positionV>
                <wp:extent cx="6384290" cy="2383790"/>
                <wp:effectExtent l="0" t="0" r="16510" b="2921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4290" cy="23837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E38C39" w14:textId="77777777" w:rsidR="00411279" w:rsidRDefault="004112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34" type="#_x0000_t202" style="position:absolute;margin-left:-1.45pt;margin-top:63.2pt;width:502.7pt;height:187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" filled="f">
                <v:textbox>
                  <w:txbxContent>
                    <w:p w14:paraId="44E38C39" w14:textId="77777777" w:rsidR="00411279" w:rsidRDefault="00411279"/>
                  </w:txbxContent>
                </v:textbox>
                <w10:wrap type="square"/>
              </v:shape>
            </w:pict>
          </mc:Fallback>
        </mc:AlternateContent>
      </w:r>
      <w:r w:rsidR="00DB794A">
        <w:t>How do the symbols that van Eyck put in this painting reflect that this is more than just a portrait of two people standing in a room?  Use the visual information in the picture above to support your argument with specific evidence.</w:t>
      </w:r>
      <w:bookmarkStart w:id="0" w:name="_GoBack"/>
      <w:bookmarkEnd w:id="0"/>
    </w:p>
    <w:sectPr w:rsidR="00BF22CB" w:rsidSect="00695962">
      <w:pgSz w:w="11907" w:h="16840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41300"/>
    <w:multiLevelType w:val="hybridMultilevel"/>
    <w:tmpl w:val="842CF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6B2FF0"/>
    <w:multiLevelType w:val="multilevel"/>
    <w:tmpl w:val="842CFB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962"/>
    <w:rsid w:val="000457AA"/>
    <w:rsid w:val="000F409D"/>
    <w:rsid w:val="00152CC4"/>
    <w:rsid w:val="001D02CA"/>
    <w:rsid w:val="00200E43"/>
    <w:rsid w:val="00411279"/>
    <w:rsid w:val="0042039E"/>
    <w:rsid w:val="00486FCD"/>
    <w:rsid w:val="005123BC"/>
    <w:rsid w:val="00515CC0"/>
    <w:rsid w:val="005C7089"/>
    <w:rsid w:val="00695962"/>
    <w:rsid w:val="008A1DDF"/>
    <w:rsid w:val="009E4770"/>
    <w:rsid w:val="00BF22CB"/>
    <w:rsid w:val="00C0512E"/>
    <w:rsid w:val="00C84287"/>
    <w:rsid w:val="00DB794A"/>
    <w:rsid w:val="00FE71C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5A15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2CB"/>
    <w:pPr>
      <w:spacing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22CB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F22CB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5962"/>
    <w:pPr>
      <w:ind w:left="720"/>
      <w:contextualSpacing/>
    </w:pPr>
    <w:rPr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94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94A"/>
    <w:rPr>
      <w:rFonts w:ascii="Lucida Grande" w:hAnsi="Lucida Grande" w:cs="Lucida Grande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2CB"/>
    <w:pPr>
      <w:spacing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22CB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F22CB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5962"/>
    <w:pPr>
      <w:ind w:left="720"/>
      <w:contextualSpacing/>
    </w:pPr>
    <w:rPr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94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94A"/>
    <w:rPr>
      <w:rFonts w:ascii="Lucida Grande" w:hAnsi="Lucida Grande" w:cs="Lucida Grande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image" Target="media/image2.jp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1-12%20revised%20rubrics:Refl%20rubric%20page%20v2%2020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AD9002-9430-994C-AD1F-17F122C8E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Refl rubric page v2 2011.dotx</Template>
  <TotalTime>1</TotalTime>
  <Pages>5</Pages>
  <Words>198</Words>
  <Characters>1132</Characters>
  <Application>Microsoft Macintosh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3</cp:revision>
  <dcterms:created xsi:type="dcterms:W3CDTF">2013-10-30T06:14:00Z</dcterms:created>
  <dcterms:modified xsi:type="dcterms:W3CDTF">2013-10-30T06:15:00Z</dcterms:modified>
</cp:coreProperties>
</file>